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39155C1F" w:rsidR="00676F0F" w:rsidRPr="002C3C93" w:rsidRDefault="00B12D92" w:rsidP="007F4CEE">
      <w:pPr>
        <w:pStyle w:val="Podnadpis"/>
        <w:shd w:val="clear" w:color="auto" w:fill="FFFFFF" w:themeFill="background1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SEZNAM </w:t>
      </w:r>
      <w:r w:rsidR="00676F0F"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0B460B0D" w:rsidR="00F30516" w:rsidRPr="002C3C93" w:rsidRDefault="00F30516" w:rsidP="007A299E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6C1097" w:rsidRPr="006C1097">
        <w:rPr>
          <w:rFonts w:cs="Arial"/>
          <w:sz w:val="22"/>
          <w:szCs w:val="22"/>
        </w:rPr>
        <w:t>Dodávky pomůcek pro ošetřovatelskou péči 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7F4CEE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F4CEE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A189303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</w:t>
      </w:r>
      <w:r w:rsidR="002034F2" w:rsidRPr="002C3C93">
        <w:rPr>
          <w:rFonts w:cs="Arial"/>
          <w:bCs/>
          <w:sz w:val="22"/>
          <w:szCs w:val="22"/>
        </w:rPr>
        <w:t xml:space="preserve">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651FDA27" w14:textId="5A81A702" w:rsidR="00F445EF" w:rsidRPr="00F445EF" w:rsidRDefault="00F445EF" w:rsidP="00E80EA7">
      <w:pPr>
        <w:pStyle w:val="Podnadpis"/>
        <w:numPr>
          <w:ilvl w:val="0"/>
          <w:numId w:val="17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2D61B439" w14:textId="52F2BAD9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65C1A0D" w14:textId="1C215BB9" w:rsidR="00F445EF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13DEDE84" w14:textId="5888A6AE" w:rsidR="00F445EF" w:rsidRPr="002C3C93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F4CEE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F4CEE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05ECA1F" w14:textId="77777777" w:rsidR="00BC22DD" w:rsidRDefault="00BC22DD" w:rsidP="00BC22DD">
      <w:pPr>
        <w:rPr>
          <w:rFonts w:ascii="Arial" w:hAnsi="Arial" w:cs="Arial"/>
        </w:rPr>
      </w:pPr>
    </w:p>
    <w:p w14:paraId="19245E5A" w14:textId="77777777" w:rsidR="00BC22DD" w:rsidRDefault="00BC22DD" w:rsidP="00BC22DD">
      <w:pPr>
        <w:rPr>
          <w:rFonts w:ascii="Arial" w:hAnsi="Arial" w:cs="Arial"/>
        </w:rPr>
      </w:pPr>
    </w:p>
    <w:p w14:paraId="1048C08C" w14:textId="77777777" w:rsidR="00BC22DD" w:rsidRPr="00BC22DD" w:rsidRDefault="00BC22DD" w:rsidP="00BC22DD">
      <w:pPr>
        <w:rPr>
          <w:rFonts w:ascii="Arial" w:hAnsi="Arial" w:cs="Arial"/>
        </w:rPr>
      </w:pPr>
    </w:p>
    <w:p w14:paraId="2C59DD14" w14:textId="1EFC7624" w:rsidR="00EE1B3F" w:rsidRPr="002C3C93" w:rsidRDefault="004C4ABE" w:rsidP="007F4CEE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7F4CEE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DB5E1" w14:textId="77777777" w:rsidR="00FE63AE" w:rsidRDefault="00FE63AE">
      <w:r>
        <w:separator/>
      </w:r>
    </w:p>
  </w:endnote>
  <w:endnote w:type="continuationSeparator" w:id="0">
    <w:p w14:paraId="7EE0CA78" w14:textId="77777777" w:rsidR="00FE63AE" w:rsidRDefault="00FE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40236" w14:textId="77777777" w:rsidR="00FE63AE" w:rsidRDefault="00FE63AE">
      <w:r>
        <w:separator/>
      </w:r>
    </w:p>
  </w:footnote>
  <w:footnote w:type="continuationSeparator" w:id="0">
    <w:p w14:paraId="5B660C51" w14:textId="77777777" w:rsidR="00FE63AE" w:rsidRDefault="00FE6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13670283" w:rsidR="003447A4" w:rsidRPr="0074013F" w:rsidRDefault="002C3C93" w:rsidP="0074013F">
    <w:pPr>
      <w:jc w:val="right"/>
      <w:rPr>
        <w:rFonts w:ascii="Arial" w:hAnsi="Arial" w:cs="Arial"/>
        <w:sz w:val="22"/>
        <w:szCs w:val="22"/>
      </w:rPr>
    </w:pPr>
    <w:r w:rsidRPr="0074013F">
      <w:rPr>
        <w:rFonts w:ascii="Arial" w:hAnsi="Arial" w:cs="Arial"/>
        <w:noProof/>
        <w:color w:val="808080"/>
        <w:sz w:val="22"/>
        <w:szCs w:val="22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 w:rsidRPr="0074013F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013F" w:rsidRPr="0074013F">
      <w:rPr>
        <w:rFonts w:ascii="Arial" w:hAnsi="Arial" w:cs="Arial"/>
        <w:sz w:val="22"/>
        <w:szCs w:val="22"/>
      </w:rPr>
      <w:t>Příloha č. 4 ZD</w:t>
    </w:r>
    <w:r w:rsidRPr="0074013F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582284CC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6"/>
  </w:num>
  <w:num w:numId="3" w16cid:durableId="294482200">
    <w:abstractNumId w:val="13"/>
  </w:num>
  <w:num w:numId="4" w16cid:durableId="1759132588">
    <w:abstractNumId w:val="15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4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0A78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96610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3A70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63092"/>
    <w:rsid w:val="00472F94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2626"/>
    <w:rsid w:val="00580304"/>
    <w:rsid w:val="005876AB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B78DF"/>
    <w:rsid w:val="006C1097"/>
    <w:rsid w:val="006C1B6C"/>
    <w:rsid w:val="00701CD7"/>
    <w:rsid w:val="00707415"/>
    <w:rsid w:val="0074013F"/>
    <w:rsid w:val="007477D8"/>
    <w:rsid w:val="00753987"/>
    <w:rsid w:val="0079124B"/>
    <w:rsid w:val="00796BCB"/>
    <w:rsid w:val="007A299E"/>
    <w:rsid w:val="007A5CF4"/>
    <w:rsid w:val="007E0E21"/>
    <w:rsid w:val="007E2AA9"/>
    <w:rsid w:val="007E504D"/>
    <w:rsid w:val="007F1032"/>
    <w:rsid w:val="007F4CEE"/>
    <w:rsid w:val="007F5C9C"/>
    <w:rsid w:val="0082056D"/>
    <w:rsid w:val="008216F5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63E43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22DD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A504E"/>
    <w:rsid w:val="00CC24FE"/>
    <w:rsid w:val="00CD2D77"/>
    <w:rsid w:val="00CF3CD6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163A7"/>
    <w:rsid w:val="00E410D7"/>
    <w:rsid w:val="00E547D3"/>
    <w:rsid w:val="00E6343D"/>
    <w:rsid w:val="00E66691"/>
    <w:rsid w:val="00E704B6"/>
    <w:rsid w:val="00E80EA7"/>
    <w:rsid w:val="00E82F97"/>
    <w:rsid w:val="00E90888"/>
    <w:rsid w:val="00E90C00"/>
    <w:rsid w:val="00EB2961"/>
    <w:rsid w:val="00ED3CF0"/>
    <w:rsid w:val="00EE1B3F"/>
    <w:rsid w:val="00EF06A8"/>
    <w:rsid w:val="00EF1E9E"/>
    <w:rsid w:val="00F213CC"/>
    <w:rsid w:val="00F24BAC"/>
    <w:rsid w:val="00F30516"/>
    <w:rsid w:val="00F445EF"/>
    <w:rsid w:val="00F5450C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E63AE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BC49-7257-49A6-AED8-4F1C71AA435A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A65F17E1-93BF-4594-AD9A-1E541D58D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AE31B-A8D6-4688-9D4B-666BFC160C95}"/>
</file>

<file path=customXml/itemProps4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187</TotalTime>
  <Pages>3</Pages>
  <Words>991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71</cp:revision>
  <cp:lastPrinted>2013-09-18T12:20:00Z</cp:lastPrinted>
  <dcterms:created xsi:type="dcterms:W3CDTF">2022-05-05T12:23:00Z</dcterms:created>
  <dcterms:modified xsi:type="dcterms:W3CDTF">2025-11-10T12:01:00Z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